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B0925" w14:textId="77777777" w:rsidR="00FC1664" w:rsidRPr="00E66B8E" w:rsidRDefault="00FC1664" w:rsidP="00FC16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Przykładowe programy </w:t>
      </w:r>
      <w:r w:rsidRPr="00E66B8E">
        <w:rPr>
          <w:sz w:val="24"/>
          <w:szCs w:val="24"/>
        </w:rPr>
        <w:t xml:space="preserve">użytkowe: </w:t>
      </w:r>
    </w:p>
    <w:p w14:paraId="63AA833E" w14:textId="77777777" w:rsidR="00892EED" w:rsidRPr="00E66B8E" w:rsidRDefault="00FC1664" w:rsidP="00FC1664">
      <w:pPr>
        <w:jc w:val="both"/>
        <w:rPr>
          <w:sz w:val="24"/>
          <w:szCs w:val="24"/>
        </w:rPr>
      </w:pPr>
      <w:r w:rsidRPr="00E66B8E">
        <w:rPr>
          <w:sz w:val="24"/>
          <w:szCs w:val="24"/>
        </w:rPr>
        <w:t xml:space="preserve">edytor grafiki Paint – do tworzenia lub </w:t>
      </w:r>
      <w:r w:rsidR="003E6A74" w:rsidRPr="00E66B8E">
        <w:rPr>
          <w:sz w:val="24"/>
          <w:szCs w:val="24"/>
        </w:rPr>
        <w:t xml:space="preserve">modyfikowania </w:t>
      </w:r>
      <w:r w:rsidRPr="00E66B8E">
        <w:rPr>
          <w:sz w:val="24"/>
          <w:szCs w:val="24"/>
        </w:rPr>
        <w:t>obrazów,</w:t>
      </w:r>
    </w:p>
    <w:sectPr w:rsidR="00892EED" w:rsidRPr="00E66B8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97096"/>
    <w:multiLevelType w:val="hybridMultilevel"/>
    <w:tmpl w:val="09B25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76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35A5"/>
    <w:rsid w:val="001E152F"/>
    <w:rsid w:val="0026728B"/>
    <w:rsid w:val="003C1A03"/>
    <w:rsid w:val="003E6A74"/>
    <w:rsid w:val="007E4023"/>
    <w:rsid w:val="00892EED"/>
    <w:rsid w:val="00BC5B1B"/>
    <w:rsid w:val="00D235A5"/>
    <w:rsid w:val="00E66B8E"/>
    <w:rsid w:val="00EC7F61"/>
    <w:rsid w:val="00F478AD"/>
    <w:rsid w:val="00FC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3955E"/>
  <w15:chartTrackingRefBased/>
  <w15:docId w15:val="{F3F93386-BE47-4EA8-9D16-8DECBC77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ecznik">
    <w:name w:val="podrecznik"/>
    <w:basedOn w:val="Normalny"/>
    <w:pPr>
      <w:spacing w:line="360" w:lineRule="auto"/>
      <w:ind w:firstLine="425"/>
    </w:pPr>
    <w:rPr>
      <w:sz w:val="24"/>
    </w:rPr>
  </w:style>
  <w:style w:type="paragraph" w:styleId="Tekstdymka">
    <w:name w:val="Balloon Text"/>
    <w:basedOn w:val="Normalny"/>
    <w:semiHidden/>
    <w:rsid w:val="003C1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cp:lastModifiedBy>Paweł Rogoziński</cp:lastModifiedBy>
  <cp:revision>2</cp:revision>
  <dcterms:created xsi:type="dcterms:W3CDTF">2024-10-28T12:51:00Z</dcterms:created>
  <dcterms:modified xsi:type="dcterms:W3CDTF">2024-10-28T12:51:00Z</dcterms:modified>
</cp:coreProperties>
</file>